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7C" w:rsidRPr="0030745E" w:rsidRDefault="00A4617C" w:rsidP="00A4617C">
      <w:pPr>
        <w:pStyle w:val="1"/>
      </w:pPr>
      <w:r w:rsidRPr="0030745E">
        <w:t>Пояснительная записка</w:t>
      </w:r>
    </w:p>
    <w:p w:rsidR="00A4617C" w:rsidRPr="00714D0B" w:rsidRDefault="00A4617C" w:rsidP="00A4617C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A4617C" w:rsidRPr="00714D0B" w:rsidRDefault="00A4617C" w:rsidP="00A4617C"/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9"/>
        <w:gridCol w:w="5504"/>
      </w:tblGrid>
      <w:tr w:rsidR="00A4617C" w:rsidRPr="00714D0B" w:rsidTr="00D36D8C">
        <w:trPr>
          <w:trHeight w:val="543"/>
        </w:trPr>
        <w:tc>
          <w:tcPr>
            <w:tcW w:w="2402" w:type="pct"/>
          </w:tcPr>
          <w:p w:rsidR="00A4617C" w:rsidRPr="00790C79" w:rsidRDefault="00A4617C" w:rsidP="002454BC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790C79">
              <w:rPr>
                <w:lang w:val="en-US"/>
              </w:rPr>
              <w:t xml:space="preserve"> </w:t>
            </w:r>
            <w:r w:rsidRPr="00790C79">
              <w:rPr>
                <w:color w:val="FF0000"/>
                <w:lang w:val="en-US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>
              <w:t>Капалина Наталья Александровна</w:t>
            </w:r>
          </w:p>
        </w:tc>
      </w:tr>
      <w:tr w:rsidR="00A4617C" w:rsidRPr="00714D0B" w:rsidTr="00D36D8C">
        <w:trPr>
          <w:trHeight w:val="558"/>
        </w:trPr>
        <w:tc>
          <w:tcPr>
            <w:tcW w:w="2402" w:type="pct"/>
          </w:tcPr>
          <w:p w:rsidR="00A4617C" w:rsidRPr="00DC53F6" w:rsidRDefault="00A4617C" w:rsidP="002454BC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790C7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A4617C" w:rsidRPr="00714D0B" w:rsidRDefault="00A4617C" w:rsidP="002454BC">
            <w:r>
              <w:t>Учитель биологии и географии</w:t>
            </w:r>
          </w:p>
        </w:tc>
      </w:tr>
      <w:tr w:rsidR="00A4617C" w:rsidRPr="00714D0B" w:rsidTr="00D36D8C">
        <w:trPr>
          <w:trHeight w:val="558"/>
        </w:trPr>
        <w:tc>
          <w:tcPr>
            <w:tcW w:w="2402" w:type="pct"/>
          </w:tcPr>
          <w:p w:rsidR="00A4617C" w:rsidRPr="00790C79" w:rsidRDefault="00A4617C" w:rsidP="002454BC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790C79">
              <w:rPr>
                <w:lang w:val="en-US"/>
              </w:rPr>
              <w:t xml:space="preserve"> </w:t>
            </w:r>
          </w:p>
          <w:p w:rsidR="00A4617C" w:rsidRPr="00790C79" w:rsidRDefault="00A4617C" w:rsidP="002454B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 w:rsidRPr="00464F88">
              <w:t>Козьмодемьяновский филиал М</w:t>
            </w:r>
            <w:r w:rsidR="0092763E">
              <w:t>Б</w:t>
            </w:r>
            <w:r w:rsidRPr="00464F88">
              <w:t>ОУ Пестриковской средней общеобразовательной школы</w:t>
            </w:r>
          </w:p>
        </w:tc>
      </w:tr>
      <w:tr w:rsidR="00A4617C" w:rsidRPr="00714D0B" w:rsidTr="00D36D8C">
        <w:trPr>
          <w:trHeight w:val="558"/>
        </w:trPr>
        <w:tc>
          <w:tcPr>
            <w:tcW w:w="2402" w:type="pct"/>
          </w:tcPr>
          <w:p w:rsidR="00A4617C" w:rsidRPr="00790C79" w:rsidRDefault="00A4617C" w:rsidP="002454BC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790C79">
              <w:rPr>
                <w:lang w:val="en-US"/>
              </w:rPr>
              <w:t xml:space="preserve"> </w:t>
            </w:r>
            <w:r w:rsidRPr="00790C79">
              <w:rPr>
                <w:color w:val="FF0000"/>
                <w:lang w:val="en-US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4617C" w:rsidRPr="00714D0B" w:rsidRDefault="00A4617C" w:rsidP="0092763E">
            <w:r>
              <w:t>Конспект у</w:t>
            </w:r>
            <w:r w:rsidRPr="00464F88">
              <w:t>рок</w:t>
            </w:r>
            <w:r>
              <w:t>а</w:t>
            </w:r>
            <w:r w:rsidRPr="00464F88">
              <w:t xml:space="preserve"> </w:t>
            </w:r>
            <w:r w:rsidR="0092763E">
              <w:t>географии</w:t>
            </w:r>
          </w:p>
        </w:tc>
      </w:tr>
      <w:tr w:rsidR="00A4617C" w:rsidRPr="00714D0B" w:rsidTr="00D36D8C">
        <w:trPr>
          <w:trHeight w:val="543"/>
        </w:trPr>
        <w:tc>
          <w:tcPr>
            <w:tcW w:w="2402" w:type="pct"/>
            <w:vAlign w:val="center"/>
          </w:tcPr>
          <w:p w:rsidR="00A4617C" w:rsidRPr="002B40CD" w:rsidRDefault="00A4617C" w:rsidP="002454BC">
            <w:r w:rsidRPr="002B40CD">
              <w:t xml:space="preserve">Класс (возраст) </w:t>
            </w:r>
            <w:r w:rsidRPr="002B40CD">
              <w:rPr>
                <w:color w:val="FF0000"/>
              </w:rPr>
              <w:t>*</w:t>
            </w:r>
          </w:p>
          <w:p w:rsidR="00A4617C" w:rsidRPr="002B40CD" w:rsidRDefault="00A4617C" w:rsidP="002454B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4617C" w:rsidRPr="002B40CD" w:rsidRDefault="002B40CD" w:rsidP="002454BC">
            <w:r>
              <w:t>7класс (13</w:t>
            </w:r>
            <w:r w:rsidR="00A4617C" w:rsidRPr="002B40CD">
              <w:t xml:space="preserve"> лет)</w:t>
            </w:r>
          </w:p>
        </w:tc>
      </w:tr>
      <w:tr w:rsidR="00A4617C" w:rsidRPr="00714D0B" w:rsidTr="00D36D8C">
        <w:trPr>
          <w:trHeight w:val="558"/>
        </w:trPr>
        <w:tc>
          <w:tcPr>
            <w:tcW w:w="2402" w:type="pct"/>
          </w:tcPr>
          <w:p w:rsidR="00A4617C" w:rsidRPr="00790C79" w:rsidRDefault="00A4617C" w:rsidP="002454BC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790C79">
              <w:rPr>
                <w:color w:val="FF0000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4617C" w:rsidRPr="00714D0B" w:rsidRDefault="002B40CD" w:rsidP="002454BC">
            <w:r>
              <w:t>География</w:t>
            </w:r>
          </w:p>
        </w:tc>
      </w:tr>
      <w:tr w:rsidR="00A4617C" w:rsidRPr="00714D0B" w:rsidTr="00D36D8C">
        <w:trPr>
          <w:trHeight w:val="830"/>
        </w:trPr>
        <w:tc>
          <w:tcPr>
            <w:tcW w:w="2402" w:type="pct"/>
          </w:tcPr>
          <w:p w:rsidR="00A4617C" w:rsidRPr="00714D0B" w:rsidRDefault="00A4617C" w:rsidP="002454BC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A4617C" w:rsidRPr="00714D0B" w:rsidRDefault="00A4617C" w:rsidP="002454BC">
            <w:r>
              <w:t>Обра</w:t>
            </w:r>
            <w:r w:rsidR="002B40CD">
              <w:t>зовательная  программа «География</w:t>
            </w:r>
            <w:r>
              <w:t xml:space="preserve">», автор  учебника </w:t>
            </w:r>
            <w:r w:rsidR="002B40CD">
              <w:t>В,.А.Коринская</w:t>
            </w:r>
          </w:p>
        </w:tc>
      </w:tr>
      <w:tr w:rsidR="00A4617C" w:rsidRPr="00714D0B" w:rsidTr="00D36D8C">
        <w:trPr>
          <w:trHeight w:val="830"/>
        </w:trPr>
        <w:tc>
          <w:tcPr>
            <w:tcW w:w="2402" w:type="pct"/>
            <w:vAlign w:val="center"/>
          </w:tcPr>
          <w:p w:rsidR="00A4617C" w:rsidRDefault="00A4617C" w:rsidP="002454BC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790C79">
              <w:rPr>
                <w:color w:val="FF0000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>
              <w:t>Конспект урока</w:t>
            </w:r>
          </w:p>
        </w:tc>
      </w:tr>
      <w:tr w:rsidR="00A4617C" w:rsidRPr="00714D0B" w:rsidTr="00D36D8C">
        <w:trPr>
          <w:trHeight w:val="830"/>
        </w:trPr>
        <w:tc>
          <w:tcPr>
            <w:tcW w:w="2402" w:type="pct"/>
            <w:vAlign w:val="center"/>
          </w:tcPr>
          <w:p w:rsidR="00A4617C" w:rsidRDefault="00A4617C" w:rsidP="002454BC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790C79">
              <w:rPr>
                <w:color w:val="FF0000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>
              <w:t>Не используется</w:t>
            </w:r>
          </w:p>
        </w:tc>
      </w:tr>
      <w:tr w:rsidR="00A4617C" w:rsidRPr="00714D0B" w:rsidTr="00D36D8C">
        <w:trPr>
          <w:trHeight w:val="2051"/>
        </w:trPr>
        <w:tc>
          <w:tcPr>
            <w:tcW w:w="2402" w:type="pct"/>
          </w:tcPr>
          <w:p w:rsidR="00A4617C" w:rsidRDefault="00A4617C" w:rsidP="002454BC">
            <w:r>
              <w:t>Цели,</w:t>
            </w:r>
          </w:p>
          <w:p w:rsidR="00A4617C" w:rsidRDefault="00A4617C" w:rsidP="002454BC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790C79">
              <w:rPr>
                <w:color w:val="FF0000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C36BB" w:rsidRPr="00CC36BB" w:rsidRDefault="00CC36BB" w:rsidP="00CC36BB">
            <w:pPr>
              <w:rPr>
                <w:noProof/>
              </w:rPr>
            </w:pPr>
            <w:r>
              <w:rPr>
                <w:noProof/>
                <w:sz w:val="22"/>
                <w:szCs w:val="22"/>
                <w:u w:val="single"/>
              </w:rPr>
              <w:t>Цель у</w:t>
            </w:r>
            <w:r w:rsidRPr="00CC36BB">
              <w:rPr>
                <w:noProof/>
                <w:sz w:val="22"/>
                <w:szCs w:val="22"/>
                <w:u w:val="single"/>
              </w:rPr>
              <w:t>рока:</w:t>
            </w:r>
            <w:r>
              <w:rPr>
                <w:noProof/>
                <w:sz w:val="22"/>
                <w:szCs w:val="22"/>
                <w:u w:val="single"/>
              </w:rPr>
              <w:t xml:space="preserve"> </w:t>
            </w:r>
            <w:r w:rsidRPr="00CC36BB">
              <w:rPr>
                <w:noProof/>
                <w:sz w:val="22"/>
                <w:szCs w:val="22"/>
              </w:rPr>
              <w:t>Систематизация и обобщение знаний</w:t>
            </w:r>
            <w:r>
              <w:rPr>
                <w:noProof/>
                <w:sz w:val="22"/>
                <w:szCs w:val="22"/>
              </w:rPr>
              <w:t xml:space="preserve"> по теме «Северная Америка»</w:t>
            </w:r>
          </w:p>
          <w:p w:rsidR="00CC36BB" w:rsidRPr="00CC36BB" w:rsidRDefault="00CC36BB" w:rsidP="00CC36BB">
            <w:pPr>
              <w:jc w:val="center"/>
              <w:rPr>
                <w:noProof/>
              </w:rPr>
            </w:pPr>
          </w:p>
          <w:p w:rsidR="00CC36BB" w:rsidRPr="00CC36BB" w:rsidRDefault="00CC36BB" w:rsidP="00CC36BB">
            <w:pPr>
              <w:rPr>
                <w:noProof/>
                <w:u w:val="single"/>
              </w:rPr>
            </w:pPr>
            <w:r w:rsidRPr="00CC36BB">
              <w:rPr>
                <w:noProof/>
                <w:sz w:val="22"/>
                <w:szCs w:val="22"/>
                <w:u w:val="single"/>
              </w:rPr>
              <w:t>Задачи.</w:t>
            </w:r>
          </w:p>
          <w:p w:rsidR="00CC36BB" w:rsidRPr="00CC36BB" w:rsidRDefault="00CC36BB" w:rsidP="00CC36BB">
            <w:pPr>
              <w:rPr>
                <w:noProof/>
              </w:rPr>
            </w:pPr>
            <w:r w:rsidRPr="00CC36BB">
              <w:rPr>
                <w:noProof/>
                <w:sz w:val="22"/>
                <w:szCs w:val="22"/>
              </w:rPr>
              <w:t>1)Расширение кругозора ребят.</w:t>
            </w:r>
          </w:p>
          <w:p w:rsidR="00CC36BB" w:rsidRPr="00CC36BB" w:rsidRDefault="00CC36BB" w:rsidP="00CC36BB">
            <w:pPr>
              <w:rPr>
                <w:noProof/>
              </w:rPr>
            </w:pPr>
            <w:r w:rsidRPr="00CC36BB">
              <w:rPr>
                <w:noProof/>
                <w:sz w:val="22"/>
                <w:szCs w:val="22"/>
              </w:rPr>
              <w:t>2)Формирование  умений делать сообщения</w:t>
            </w:r>
          </w:p>
          <w:p w:rsidR="00CC36BB" w:rsidRPr="00CC36BB" w:rsidRDefault="006A447F" w:rsidP="00CC36BB">
            <w:pPr>
              <w:rPr>
                <w:noProof/>
              </w:rPr>
            </w:pPr>
            <w:r>
              <w:rPr>
                <w:noProof/>
                <w:sz w:val="22"/>
                <w:szCs w:val="22"/>
              </w:rPr>
              <w:t xml:space="preserve">3)Работа </w:t>
            </w:r>
            <w:r w:rsidR="00CC36BB" w:rsidRPr="00CC36BB">
              <w:rPr>
                <w:noProof/>
                <w:sz w:val="22"/>
                <w:szCs w:val="22"/>
              </w:rPr>
              <w:t xml:space="preserve"> с цифровым материалом и картами</w:t>
            </w:r>
          </w:p>
          <w:p w:rsidR="00A4617C" w:rsidRPr="00714D0B" w:rsidRDefault="00A4617C" w:rsidP="002454BC"/>
        </w:tc>
      </w:tr>
      <w:tr w:rsidR="00A4617C" w:rsidRPr="00714D0B" w:rsidTr="00D36D8C">
        <w:trPr>
          <w:trHeight w:val="1931"/>
        </w:trPr>
        <w:tc>
          <w:tcPr>
            <w:tcW w:w="2402" w:type="pct"/>
          </w:tcPr>
          <w:p w:rsidR="00A4617C" w:rsidRDefault="00A4617C" w:rsidP="002454BC">
            <w:r w:rsidRPr="00790C79">
              <w:rPr>
                <w:bCs/>
              </w:rPr>
              <w:t xml:space="preserve">Краткое описание работы с ресурсом </w:t>
            </w:r>
          </w:p>
          <w:p w:rsidR="00A4617C" w:rsidRPr="00714D0B" w:rsidRDefault="00A4617C" w:rsidP="002454BC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790C7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A4617C" w:rsidRPr="00714D0B" w:rsidRDefault="00A4617C" w:rsidP="002454BC">
            <w:r>
              <w:t>Урок интересный, познавательный,</w:t>
            </w:r>
            <w:r w:rsidR="003C5F02">
              <w:t xml:space="preserve"> построен в форме игры-путешествия по станциям.</w:t>
            </w:r>
            <w:r w:rsidR="00B640E8">
              <w:t xml:space="preserve"> </w:t>
            </w:r>
            <w:r w:rsidR="003C5F02">
              <w:t>На каждой станции учащиеся</w:t>
            </w:r>
            <w:r w:rsidR="00B640E8">
              <w:t xml:space="preserve"> выполняют задания. Использована индивидуальная и групповая форма работы . Подготовлены </w:t>
            </w:r>
            <w:r w:rsidR="00D36D8C">
              <w:t>индивидуальные сообщения.</w:t>
            </w:r>
          </w:p>
          <w:p w:rsidR="00A4617C" w:rsidRPr="00714D0B" w:rsidRDefault="00A4617C" w:rsidP="002454BC"/>
        </w:tc>
      </w:tr>
      <w:tr w:rsidR="00A4617C" w:rsidRPr="00714D0B" w:rsidTr="00D36D8C">
        <w:trPr>
          <w:trHeight w:val="845"/>
        </w:trPr>
        <w:tc>
          <w:tcPr>
            <w:tcW w:w="2402" w:type="pct"/>
          </w:tcPr>
          <w:p w:rsidR="00A4617C" w:rsidRDefault="00A4617C" w:rsidP="002454BC">
            <w:r>
              <w:t>Список использованной литературы.</w:t>
            </w:r>
          </w:p>
          <w:p w:rsidR="00A4617C" w:rsidRDefault="00A4617C" w:rsidP="002454BC">
            <w:r>
              <w:t xml:space="preserve">Ссылки на Интернет - источники </w:t>
            </w:r>
            <w:r w:rsidRPr="00790C79">
              <w:rPr>
                <w:color w:val="FF0000"/>
              </w:rPr>
              <w:t>*</w:t>
            </w:r>
          </w:p>
          <w:p w:rsidR="00A4617C" w:rsidRPr="005901A4" w:rsidRDefault="00A4617C" w:rsidP="002454BC"/>
        </w:tc>
        <w:tc>
          <w:tcPr>
            <w:tcW w:w="2598" w:type="pct"/>
          </w:tcPr>
          <w:p w:rsidR="002F7809" w:rsidRDefault="002F7809" w:rsidP="00D36D8C">
            <w:r>
              <w:t xml:space="preserve">Учебник для 7 класса средней школы «География материков и океанов» В.А.Коринская  Москва «Просвещение» </w:t>
            </w:r>
            <w:r w:rsidR="00A90C14">
              <w:t>1998</w:t>
            </w:r>
          </w:p>
          <w:p w:rsidR="002F7809" w:rsidRDefault="00D36D8C" w:rsidP="00D36D8C">
            <w:r>
              <w:t>Методическое пособие к уроку  «Сборник заданий и упражнений по географии</w:t>
            </w:r>
            <w:r w:rsidR="002F7809">
              <w:t xml:space="preserve"> 7</w:t>
            </w:r>
            <w:r>
              <w:t>класс</w:t>
            </w:r>
            <w:r w:rsidR="002F7809">
              <w:t xml:space="preserve"> В.И Евдокимов Издательство «Экзамен» Москва 2011</w:t>
            </w:r>
          </w:p>
          <w:p w:rsidR="000C1B20" w:rsidRPr="000C1B20" w:rsidRDefault="000C1B20" w:rsidP="000C1B20">
            <w:r w:rsidRPr="000C1B20">
              <w:t>Поурочные разработки по географии. 7 класс – М.:»ВАКО» 2005</w:t>
            </w:r>
          </w:p>
          <w:p w:rsidR="000C1B20" w:rsidRDefault="000C1B20" w:rsidP="00D36D8C"/>
          <w:p w:rsidR="00D36D8C" w:rsidRPr="00714D0B" w:rsidRDefault="00D36D8C" w:rsidP="00D36D8C"/>
        </w:tc>
      </w:tr>
    </w:tbl>
    <w:p w:rsidR="00A4617C" w:rsidRDefault="00A4617C" w:rsidP="00A4617C"/>
    <w:p w:rsidR="003C7FDE" w:rsidRDefault="00A4617C">
      <w:r w:rsidRPr="00DC53F6">
        <w:rPr>
          <w:color w:val="FF0000"/>
        </w:rPr>
        <w:lastRenderedPageBreak/>
        <w:t>*</w:t>
      </w:r>
      <w:r>
        <w:t xml:space="preserve"> - Поля обязательные к заполнению</w:t>
      </w:r>
    </w:p>
    <w:p w:rsidR="003C7FDE" w:rsidRPr="003C7FDE" w:rsidRDefault="003C7FDE" w:rsidP="003C7FDE"/>
    <w:p w:rsidR="003C7FDE" w:rsidRPr="003C7FDE" w:rsidRDefault="003C7FDE" w:rsidP="003C7FDE"/>
    <w:p w:rsidR="003C7FDE" w:rsidRPr="003C7FDE" w:rsidRDefault="003C7FDE" w:rsidP="003C7FDE"/>
    <w:p w:rsidR="003C7FDE" w:rsidRPr="003C7FDE" w:rsidRDefault="003C7FDE" w:rsidP="003C7FDE"/>
    <w:p w:rsidR="003C7FDE" w:rsidRDefault="003C7FDE" w:rsidP="003C7FDE"/>
    <w:p w:rsidR="003C7FDE" w:rsidRPr="003C7FDE" w:rsidRDefault="003C7FDE" w:rsidP="003C7FDE"/>
    <w:sectPr w:rsidR="003C7FDE" w:rsidRPr="003C7FDE" w:rsidSect="00DC53F6">
      <w:headerReference w:type="default" r:id="rId7"/>
      <w:footerReference w:type="even" r:id="rId8"/>
      <w:footerReference w:type="default" r:id="rId9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BC4" w:rsidRDefault="000A6BC4" w:rsidP="005C2405">
      <w:r>
        <w:separator/>
      </w:r>
    </w:p>
  </w:endnote>
  <w:endnote w:type="continuationSeparator" w:id="1">
    <w:p w:rsidR="000A6BC4" w:rsidRDefault="000A6BC4" w:rsidP="005C2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9327BE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617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0A6BC4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0A6BC4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A4617C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BC4" w:rsidRDefault="000A6BC4" w:rsidP="005C2405">
      <w:r>
        <w:separator/>
      </w:r>
    </w:p>
  </w:footnote>
  <w:footnote w:type="continuationSeparator" w:id="1">
    <w:p w:rsidR="000A6BC4" w:rsidRDefault="000A6BC4" w:rsidP="005C2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A4617C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1734"/>
    <w:multiLevelType w:val="hybridMultilevel"/>
    <w:tmpl w:val="50DC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17C"/>
    <w:rsid w:val="000A6BC4"/>
    <w:rsid w:val="000C1B20"/>
    <w:rsid w:val="002B40CD"/>
    <w:rsid w:val="002F7809"/>
    <w:rsid w:val="003C5F02"/>
    <w:rsid w:val="003C7FDE"/>
    <w:rsid w:val="005C2405"/>
    <w:rsid w:val="00633A20"/>
    <w:rsid w:val="006A447F"/>
    <w:rsid w:val="007E7424"/>
    <w:rsid w:val="008D3E62"/>
    <w:rsid w:val="00900E2F"/>
    <w:rsid w:val="0092763E"/>
    <w:rsid w:val="009327BE"/>
    <w:rsid w:val="00A00BD5"/>
    <w:rsid w:val="00A4617C"/>
    <w:rsid w:val="00A90C14"/>
    <w:rsid w:val="00AE2EF1"/>
    <w:rsid w:val="00B315F6"/>
    <w:rsid w:val="00B640E8"/>
    <w:rsid w:val="00CC36BB"/>
    <w:rsid w:val="00D36D8C"/>
    <w:rsid w:val="00E47DD9"/>
    <w:rsid w:val="00EA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617C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617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A4617C"/>
    <w:rPr>
      <w:color w:val="0000FF"/>
      <w:u w:val="single"/>
    </w:rPr>
  </w:style>
  <w:style w:type="paragraph" w:styleId="a4">
    <w:name w:val="footer"/>
    <w:basedOn w:val="a"/>
    <w:link w:val="a5"/>
    <w:rsid w:val="00A4617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46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4617C"/>
  </w:style>
  <w:style w:type="paragraph" w:styleId="a7">
    <w:name w:val="header"/>
    <w:basedOn w:val="a"/>
    <w:link w:val="a8"/>
    <w:rsid w:val="00A461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46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C1B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4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7</cp:revision>
  <dcterms:created xsi:type="dcterms:W3CDTF">2012-12-14T11:02:00Z</dcterms:created>
  <dcterms:modified xsi:type="dcterms:W3CDTF">2013-01-21T10:13:00Z</dcterms:modified>
</cp:coreProperties>
</file>